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37" w:rsidRDefault="00FA0F3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0B6C8A" w:rsidRPr="000B6C8A" w:rsidTr="000B6C8A"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 w:rsidR="00832305"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</w:t>
            </w:r>
            <w:r w:rsidR="00832305">
              <w:rPr>
                <w:b/>
                <w:sz w:val="24"/>
                <w:szCs w:val="24"/>
              </w:rPr>
              <w:t xml:space="preserve"> _____________________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</w:t>
            </w:r>
            <w:r w:rsidR="00832305">
              <w:rPr>
                <w:b/>
                <w:sz w:val="24"/>
                <w:szCs w:val="24"/>
              </w:rPr>
              <w:t xml:space="preserve"> ____________________</w:t>
            </w:r>
          </w:p>
        </w:tc>
      </w:tr>
    </w:tbl>
    <w:p w:rsidR="000B6C8A" w:rsidRPr="000B6C8A" w:rsidRDefault="00271E4E" w:rsidP="000B6C8A">
      <w:r>
        <w:rPr>
          <w:noProof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13.2pt;margin-top:7.15pt;width:284.55pt;height:36pt;z-index:251667456;mso-position-horizontal-relative:text;mso-position-vertical-relative:text" stroked="f">
            <v:textbox style="mso-next-textbox:#_x0000_s1041">
              <w:txbxContent>
                <w:p w:rsidR="001979AB" w:rsidRPr="001979AB" w:rsidRDefault="001979AB" w:rsidP="001979AB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271E4E">
      <w:pPr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27" type="#_x0000_t202" style="position:absolute;margin-left:57.6pt;margin-top:486.2pt;width:165.6pt;height:50.4pt;z-index:251661312" o:allowincell="f" filled="f" stroked="f">
            <v:textbox>
              <w:txbxContent>
                <w:sdt>
                  <w:sdtPr>
                    <w:rPr>
                      <w:b/>
                    </w:rPr>
                    <w:id w:val="146712922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756435" w:rsidRDefault="000B6C8A">
                      <w:pPr>
                        <w:rPr>
                          <w:b/>
                        </w:rPr>
                      </w:pPr>
                      <w:r w:rsidRPr="00756435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28" type="#_x0000_t202" style="position:absolute;margin-left:309.6pt;margin-top:414.2pt;width:165.6pt;height:50.4pt;z-index:251660288" o:allowincell="f" filled="f" stroked="f">
            <v:textbox>
              <w:txbxContent>
                <w:p w:rsidR="00FA0F37" w:rsidRPr="000B6C8A" w:rsidRDefault="000B6C8A">
                  <w:pPr>
                    <w:rPr>
                      <w:b/>
                    </w:rPr>
                  </w:pPr>
                  <w:r w:rsidRPr="000B6C8A">
                    <w:rPr>
                      <w:b/>
                    </w:rPr>
                    <w:t>Perwatakan 4</w:t>
                  </w:r>
                </w:p>
              </w:txbxContent>
            </v:textbox>
          </v:shape>
        </w:pict>
      </w:r>
      <w:r w:rsidRPr="00271E4E">
        <w:rPr>
          <w:noProof/>
        </w:rPr>
        <w:pict>
          <v:shape id="_x0000_s1029" type="#_x0000_t202" style="position:absolute;margin-left:57.6pt;margin-top:414.2pt;width:165.6pt;height:50.4pt;z-index:251659264" o:allowincell="f" filled="f" stroked="f">
            <v:textbox>
              <w:txbxContent>
                <w:sdt>
                  <w:sdtPr>
                    <w:rPr>
                      <w:b/>
                    </w:rPr>
                    <w:id w:val="146712919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3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30" type="#_x0000_t202" style="position:absolute;margin-left:309.6pt;margin-top:486.2pt;width:165.6pt;height:50.4pt;z-index:251662336" o:allowincell="f" filled="f" stroked="f">
            <v:textbox>
              <w:txbxContent>
                <w:sdt>
                  <w:sdtPr>
                    <w:rPr>
                      <w:b/>
                    </w:rPr>
                    <w:id w:val="146712921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31" type="#_x0000_t202" style="position:absolute;margin-left:57.6pt;margin-top:83pt;width:165.6pt;height:50.4pt;z-index:251657216" o:allowincell="f" filled="f" stroked="f">
            <v:textbox>
              <w:txbxContent>
                <w:sdt>
                  <w:sdtPr>
                    <w:rPr>
                      <w:b/>
                    </w:rPr>
                    <w:id w:val="146712916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32" type="#_x0000_t202" style="position:absolute;margin-left:309.6pt;margin-top:83pt;width:165.6pt;height:50.4pt;z-index:251658240" o:allowincell="f" filled="f" stroked="f">
            <v:textbox style="mso-next-textbox:#_x0000_s1032">
              <w:txbxContent>
                <w:sdt>
                  <w:sdtPr>
                    <w:rPr>
                      <w:b/>
                    </w:rPr>
                    <w:id w:val="146712917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33" type="#_x0000_t202" style="position:absolute;margin-left:309.6pt;margin-top:11pt;width:165.6pt;height:50.4pt;z-index:251656192" o:allowincell="f" filled="f" stroked="f">
            <v:textbox style="mso-next-textbox:#_x0000_s1033">
              <w:txbxContent>
                <w:sdt>
                  <w:sdtPr>
                    <w:rPr>
                      <w:b/>
                    </w:rPr>
                    <w:id w:val="146712914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34" type="#_x0000_t202" style="position:absolute;margin-left:57.6pt;margin-top:11pt;width:165.6pt;height:50.4pt;z-index:251655168" o:allowincell="f" filled="f" stroked="f">
            <v:textbox style="mso-next-textbox:#_x0000_s1034">
              <w:txbxContent>
                <w:sdt>
                  <w:sdtPr>
                    <w:rPr>
                      <w:b/>
                    </w:rPr>
                    <w:id w:val="146712915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1</w:t>
                      </w:r>
                    </w:p>
                  </w:sdtContent>
                </w:sdt>
              </w:txbxContent>
            </v:textbox>
          </v:shape>
        </w:pict>
      </w: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821078">
      <w:pPr>
        <w:jc w:val="center"/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35" type="#_x0000_t202" style="position:absolute;left:0;text-align:left;margin-left:203.45pt;margin-top:169.8pt;width:133.95pt;height:96.15pt;z-index:251654144" o:allowincell="f" filled="f" stroked="f">
            <v:textbox style="mso-next-textbox:#_x0000_s1035">
              <w:txbxContent>
                <w:sdt>
                  <w:sdtPr>
                    <w:rPr>
                      <w:b/>
                      <w:bCs/>
                      <w:sz w:val="44"/>
                      <w:szCs w:val="44"/>
                    </w:rPr>
                    <w:id w:val="146712918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Default="000B6C8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21078">
                        <w:rPr>
                          <w:b/>
                          <w:bCs/>
                          <w:sz w:val="44"/>
                          <w:szCs w:val="44"/>
                        </w:rPr>
                        <w:t>WATAK</w:t>
                      </w:r>
                      <w:r w:rsidR="00821078" w:rsidRPr="0082107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MULIATI</w:t>
                      </w:r>
                    </w:p>
                  </w:sdtContent>
                </w:sdt>
                <w:p w:rsidR="00821078" w:rsidRDefault="0082107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71E4E" w:rsidRPr="00271E4E">
        <w:rPr>
          <w:b/>
          <w:bCs/>
          <w:noProof/>
          <w:lang w:val="en-SG" w:eastAsia="en-SG"/>
        </w:rPr>
        <w:pict>
          <v:shape id="_x0000_s1038" type="#_x0000_t202" style="position:absolute;left:0;text-align:left;margin-left:58.25pt;margin-top:90.9pt;width:165.6pt;height:50.4pt;z-index:251664384" o:allowincell="f" filled="f" stroked="f">
            <v:textbox>
              <w:txbxContent>
                <w:sdt>
                  <w:sdtPr>
                    <w:rPr>
                      <w:b/>
                    </w:rPr>
                    <w:id w:val="31591820"/>
                    <w:placeholder>
                      <w:docPart w:val="5C667D348AF74BE499BDCE472F3959BD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="00271E4E" w:rsidRPr="00271E4E">
        <w:rPr>
          <w:b/>
          <w:bCs/>
          <w:noProof/>
          <w:lang w:val="en-SG" w:eastAsia="en-SG"/>
        </w:rPr>
        <w:pict>
          <v:shape id="_x0000_s1037" type="#_x0000_t202" style="position:absolute;left:0;text-align:left;margin-left:308.85pt;margin-top:80.75pt;width:165.6pt;height:50.4pt;z-index:251663360" o:allowincell="f" filled="f" stroked="f">
            <v:textbox style="mso-next-textbox:#_x0000_s1037">
              <w:txbxContent>
                <w:sdt>
                  <w:sdtPr>
                    <w:rPr>
                      <w:b/>
                    </w:rPr>
                    <w:id w:val="31591729"/>
                    <w:placeholder>
                      <w:docPart w:val="0609C13094F84954BAA04AF7DA480973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="00F52186">
        <w:rPr>
          <w:b/>
          <w:bCs/>
          <w:noProof/>
          <w:lang w:val="en-SG" w:eastAsia="en-SG"/>
        </w:rPr>
        <w:drawing>
          <wp:inline distT="0" distB="0" distL="0" distR="0">
            <wp:extent cx="5380355" cy="6145530"/>
            <wp:effectExtent l="19050" t="0" r="0" b="0"/>
            <wp:docPr id="1" name="Picture 1" descr="D_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spi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F37" w:rsidRDefault="00271E4E">
      <w:pPr>
        <w:jc w:val="center"/>
        <w:rPr>
          <w:b/>
          <w:bCs/>
          <w:sz w:val="28"/>
          <w:szCs w:val="28"/>
        </w:rPr>
      </w:pPr>
      <w:r w:rsidRPr="00271E4E">
        <w:rPr>
          <w:b/>
          <w:bCs/>
          <w:noProof/>
          <w:lang w:val="en-SG" w:eastAsia="en-SG"/>
        </w:rPr>
        <w:pict>
          <v:shape id="_x0000_s1040" type="#_x0000_t202" style="position:absolute;left:0;text-align:left;margin-left:56.1pt;margin-top:.3pt;width:165.6pt;height:50.4pt;z-index:251666432" o:allowincell="f" filled="f" stroked="f">
            <v:textbox>
              <w:txbxContent>
                <w:sdt>
                  <w:sdtPr>
                    <w:rPr>
                      <w:b/>
                    </w:rPr>
                    <w:id w:val="31591866"/>
                    <w:placeholder>
                      <w:docPart w:val="6C21EC43EDC840A0908B2E7BE7670B62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sz w:val="28"/>
          <w:szCs w:val="28"/>
          <w:lang w:val="en-SG" w:eastAsia="en-SG"/>
        </w:rPr>
        <w:pict>
          <v:shape id="_x0000_s1039" type="#_x0000_t202" style="position:absolute;left:0;text-align:left;margin-left:316.8pt;margin-top:.3pt;width:165.6pt;height:50.4pt;z-index:251665408" o:allowincell="f" filled="f" stroked="f">
            <v:textbox>
              <w:txbxContent>
                <w:sdt>
                  <w:sdtPr>
                    <w:rPr>
                      <w:b/>
                    </w:rPr>
                    <w:id w:val="31591843"/>
                    <w:placeholder>
                      <w:docPart w:val="A17D1318F4904BFCA2878A88C9698698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821078" w:rsidRDefault="00821078">
      <w:pPr>
        <w:autoSpaceDE/>
        <w:autoSpaceDN/>
      </w:pPr>
      <w:r>
        <w:br w:type="page"/>
      </w:r>
    </w:p>
    <w:p w:rsidR="00821078" w:rsidRDefault="00821078" w:rsidP="00821078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821078" w:rsidRPr="000B6C8A" w:rsidTr="0017150E"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 _____________________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 ____________________</w:t>
            </w:r>
          </w:p>
        </w:tc>
      </w:tr>
    </w:tbl>
    <w:p w:rsidR="00821078" w:rsidRPr="000B6C8A" w:rsidRDefault="00821078" w:rsidP="00821078">
      <w:r>
        <w:rPr>
          <w:noProof/>
          <w:lang w:val="en-SG" w:eastAsia="en-SG"/>
        </w:rPr>
        <w:pict>
          <v:shape id="_x0000_s1056" type="#_x0000_t202" style="position:absolute;margin-left:113.2pt;margin-top:7.15pt;width:284.55pt;height:36pt;z-index:251682816;mso-position-horizontal-relative:text;mso-position-vertical-relative:text" stroked="f">
            <v:textbox style="mso-next-textbox:#_x0000_s1056">
              <w:txbxContent>
                <w:p w:rsidR="00821078" w:rsidRPr="001979AB" w:rsidRDefault="00821078" w:rsidP="00821078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50" type="#_x0000_t202" style="position:absolute;margin-left:57.6pt;margin-top:486.2pt;width:165.6pt;height:50.4pt;z-index:251676672" o:allowincell="f" filled="f" stroked="f">
            <v:textbox>
              <w:txbxContent>
                <w:sdt>
                  <w:sdtPr>
                    <w:rPr>
                      <w:b/>
                    </w:rPr>
                    <w:id w:val="41459968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756435" w:rsidRDefault="00821078" w:rsidP="00821078">
                      <w:pPr>
                        <w:rPr>
                          <w:b/>
                        </w:rPr>
                      </w:pPr>
                      <w:r w:rsidRPr="00756435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49" type="#_x0000_t202" style="position:absolute;margin-left:309.6pt;margin-top:414.2pt;width:165.6pt;height:50.4pt;z-index:251675648" o:allowincell="f" filled="f" stroked="f">
            <v:textbox>
              <w:txbxContent>
                <w:p w:rsidR="00821078" w:rsidRPr="000B6C8A" w:rsidRDefault="00821078" w:rsidP="00821078">
                  <w:pPr>
                    <w:rPr>
                      <w:b/>
                    </w:rPr>
                  </w:pPr>
                  <w:r w:rsidRPr="000B6C8A">
                    <w:rPr>
                      <w:b/>
                    </w:rPr>
                    <w:t>Perwatakan 4</w:t>
                  </w:r>
                </w:p>
              </w:txbxContent>
            </v:textbox>
          </v:shape>
        </w:pict>
      </w:r>
      <w:r w:rsidRPr="00271E4E">
        <w:rPr>
          <w:noProof/>
        </w:rPr>
        <w:pict>
          <v:shape id="_x0000_s1048" type="#_x0000_t202" style="position:absolute;margin-left:57.6pt;margin-top:414.2pt;width:165.6pt;height:50.4pt;z-index:251674624" o:allowincell="f" filled="f" stroked="f">
            <v:textbox>
              <w:txbxContent>
                <w:sdt>
                  <w:sdtPr>
                    <w:rPr>
                      <w:b/>
                    </w:rPr>
                    <w:id w:val="41459969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3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51" type="#_x0000_t202" style="position:absolute;margin-left:309.6pt;margin-top:486.2pt;width:165.6pt;height:50.4pt;z-index:251677696" o:allowincell="f" filled="f" stroked="f">
            <v:textbox>
              <w:txbxContent>
                <w:sdt>
                  <w:sdtPr>
                    <w:rPr>
                      <w:b/>
                    </w:rPr>
                    <w:id w:val="41459970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46" type="#_x0000_t202" style="position:absolute;margin-left:57.6pt;margin-top:83pt;width:165.6pt;height:50.4pt;z-index:251672576" o:allowincell="f" filled="f" stroked="f">
            <v:textbox>
              <w:txbxContent>
                <w:sdt>
                  <w:sdtPr>
                    <w:rPr>
                      <w:b/>
                    </w:rPr>
                    <w:id w:val="41459971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47" type="#_x0000_t202" style="position:absolute;margin-left:309.6pt;margin-top:83pt;width:165.6pt;height:50.4pt;z-index:251673600" o:allowincell="f" filled="f" stroked="f">
            <v:textbox style="mso-next-textbox:#_x0000_s1047">
              <w:txbxContent>
                <w:sdt>
                  <w:sdtPr>
                    <w:rPr>
                      <w:b/>
                    </w:rPr>
                    <w:id w:val="41459972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45" type="#_x0000_t202" style="position:absolute;margin-left:309.6pt;margin-top:11pt;width:165.6pt;height:50.4pt;z-index:251671552" o:allowincell="f" filled="f" stroked="f">
            <v:textbox style="mso-next-textbox:#_x0000_s1045">
              <w:txbxContent>
                <w:sdt>
                  <w:sdtPr>
                    <w:rPr>
                      <w:b/>
                    </w:rPr>
                    <w:id w:val="41459973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44" type="#_x0000_t202" style="position:absolute;margin-left:57.6pt;margin-top:11pt;width:165.6pt;height:50.4pt;z-index:251670528" o:allowincell="f" filled="f" stroked="f">
            <v:textbox style="mso-next-textbox:#_x0000_s1044">
              <w:txbxContent>
                <w:sdt>
                  <w:sdtPr>
                    <w:rPr>
                      <w:b/>
                    </w:rPr>
                    <w:id w:val="41459974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1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43" type="#_x0000_t202" style="position:absolute;left:0;text-align:left;margin-left:203.45pt;margin-top:169.8pt;width:133.95pt;height:96.15pt;z-index:251669504" o:allowincell="f" filled="f" stroked="f">
            <v:textbox style="mso-next-textbox:#_x0000_s1043">
              <w:txbxContent>
                <w:sdt>
                  <w:sdtPr>
                    <w:rPr>
                      <w:b/>
                      <w:bCs/>
                      <w:sz w:val="44"/>
                      <w:szCs w:val="44"/>
                    </w:rPr>
                    <w:id w:val="41459975"/>
                    <w:placeholder>
                      <w:docPart w:val="AEF306BFAF3E45AFA3AB705DE55738A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Default="00821078" w:rsidP="0082107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21078">
                        <w:rPr>
                          <w:b/>
                          <w:bCs/>
                          <w:sz w:val="44"/>
                          <w:szCs w:val="44"/>
                        </w:rPr>
                        <w:t xml:space="preserve">WATAK 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 CIKGU BALQIS</w:t>
                      </w:r>
                    </w:p>
                  </w:sdtContent>
                </w:sdt>
                <w:p w:rsidR="00821078" w:rsidRDefault="00821078" w:rsidP="0082107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53" type="#_x0000_t202" style="position:absolute;left:0;text-align:left;margin-left:58.25pt;margin-top:90.9pt;width:165.6pt;height:50.4pt;z-index:251679744" o:allowincell="f" filled="f" stroked="f">
            <v:textbox>
              <w:txbxContent>
                <w:sdt>
                  <w:sdtPr>
                    <w:rPr>
                      <w:b/>
                    </w:rPr>
                    <w:id w:val="41459976"/>
                    <w:placeholder>
                      <w:docPart w:val="E58FB2FC8B6E4C23BF240C19FD70BD7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52" type="#_x0000_t202" style="position:absolute;left:0;text-align:left;margin-left:308.85pt;margin-top:80.75pt;width:165.6pt;height:50.4pt;z-index:251678720" o:allowincell="f" filled="f" stroked="f">
            <v:textbox style="mso-next-textbox:#_x0000_s1052">
              <w:txbxContent>
                <w:sdt>
                  <w:sdtPr>
                    <w:rPr>
                      <w:b/>
                    </w:rPr>
                    <w:id w:val="41459977"/>
                    <w:placeholder>
                      <w:docPart w:val="2381A76807FA4E3D9FBCC28106C484C9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lang w:val="en-SG" w:eastAsia="en-SG"/>
        </w:rPr>
        <w:drawing>
          <wp:inline distT="0" distB="0" distL="0" distR="0">
            <wp:extent cx="5380355" cy="6145530"/>
            <wp:effectExtent l="19050" t="0" r="0" b="0"/>
            <wp:docPr id="2" name="Picture 1" descr="D_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spi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b/>
          <w:bCs/>
          <w:noProof/>
          <w:lang w:val="en-SG" w:eastAsia="en-SG"/>
        </w:rPr>
        <w:pict>
          <v:shape id="_x0000_s1055" type="#_x0000_t202" style="position:absolute;left:0;text-align:left;margin-left:56.1pt;margin-top:.3pt;width:165.6pt;height:50.4pt;z-index:251681792" o:allowincell="f" filled="f" stroked="f">
            <v:textbox>
              <w:txbxContent>
                <w:sdt>
                  <w:sdtPr>
                    <w:rPr>
                      <w:b/>
                    </w:rPr>
                    <w:id w:val="41459978"/>
                    <w:placeholder>
                      <w:docPart w:val="511378023D7741D2AE96E45038CABAEA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sz w:val="28"/>
          <w:szCs w:val="28"/>
          <w:lang w:val="en-SG" w:eastAsia="en-SG"/>
        </w:rPr>
        <w:pict>
          <v:shape id="_x0000_s1054" type="#_x0000_t202" style="position:absolute;left:0;text-align:left;margin-left:316.8pt;margin-top:.3pt;width:165.6pt;height:50.4pt;z-index:251680768" o:allowincell="f" filled="f" stroked="f">
            <v:textbox>
              <w:txbxContent>
                <w:sdt>
                  <w:sdtPr>
                    <w:rPr>
                      <w:b/>
                    </w:rPr>
                    <w:id w:val="41459979"/>
                    <w:placeholder>
                      <w:docPart w:val="6E4F490140944A96A6A0EDD42FE8DF99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right"/>
      </w:pPr>
    </w:p>
    <w:p w:rsidR="00821078" w:rsidRDefault="00821078" w:rsidP="00821078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821078" w:rsidRPr="000B6C8A" w:rsidTr="0017150E"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 _____________________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 ____________________</w:t>
            </w:r>
          </w:p>
        </w:tc>
      </w:tr>
    </w:tbl>
    <w:p w:rsidR="00821078" w:rsidRPr="000B6C8A" w:rsidRDefault="00821078" w:rsidP="00821078">
      <w:r>
        <w:rPr>
          <w:noProof/>
          <w:lang w:val="en-SG" w:eastAsia="en-SG"/>
        </w:rPr>
        <w:pict>
          <v:shape id="_x0000_s1070" type="#_x0000_t202" style="position:absolute;margin-left:113.2pt;margin-top:7.15pt;width:284.55pt;height:36pt;z-index:251698176;mso-position-horizontal-relative:text;mso-position-vertical-relative:text" stroked="f">
            <v:textbox style="mso-next-textbox:#_x0000_s1070">
              <w:txbxContent>
                <w:p w:rsidR="00821078" w:rsidRPr="001979AB" w:rsidRDefault="00821078" w:rsidP="00821078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64" type="#_x0000_t202" style="position:absolute;margin-left:57.6pt;margin-top:486.2pt;width:165.6pt;height:50.4pt;z-index:251692032" o:allowincell="f" filled="f" stroked="f">
            <v:textbox>
              <w:txbxContent>
                <w:sdt>
                  <w:sdtPr>
                    <w:rPr>
                      <w:b/>
                    </w:rPr>
                    <w:id w:val="41459980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756435" w:rsidRDefault="00821078" w:rsidP="00821078">
                      <w:pPr>
                        <w:rPr>
                          <w:b/>
                        </w:rPr>
                      </w:pPr>
                      <w:r w:rsidRPr="00756435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63" type="#_x0000_t202" style="position:absolute;margin-left:309.6pt;margin-top:414.2pt;width:165.6pt;height:50.4pt;z-index:251691008" o:allowincell="f" filled="f" stroked="f">
            <v:textbox>
              <w:txbxContent>
                <w:p w:rsidR="00821078" w:rsidRPr="000B6C8A" w:rsidRDefault="00821078" w:rsidP="00821078">
                  <w:pPr>
                    <w:rPr>
                      <w:b/>
                    </w:rPr>
                  </w:pPr>
                  <w:r w:rsidRPr="000B6C8A">
                    <w:rPr>
                      <w:b/>
                    </w:rPr>
                    <w:t>Perwatakan 4</w:t>
                  </w:r>
                </w:p>
              </w:txbxContent>
            </v:textbox>
          </v:shape>
        </w:pict>
      </w:r>
      <w:r w:rsidRPr="00271E4E">
        <w:rPr>
          <w:noProof/>
        </w:rPr>
        <w:pict>
          <v:shape id="_x0000_s1062" type="#_x0000_t202" style="position:absolute;margin-left:57.6pt;margin-top:414.2pt;width:165.6pt;height:50.4pt;z-index:251689984" o:allowincell="f" filled="f" stroked="f">
            <v:textbox>
              <w:txbxContent>
                <w:sdt>
                  <w:sdtPr>
                    <w:rPr>
                      <w:b/>
                    </w:rPr>
                    <w:id w:val="41459981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3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65" type="#_x0000_t202" style="position:absolute;margin-left:309.6pt;margin-top:486.2pt;width:165.6pt;height:50.4pt;z-index:251693056" o:allowincell="f" filled="f" stroked="f">
            <v:textbox>
              <w:txbxContent>
                <w:sdt>
                  <w:sdtPr>
                    <w:rPr>
                      <w:b/>
                    </w:rPr>
                    <w:id w:val="41459982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60" type="#_x0000_t202" style="position:absolute;margin-left:57.6pt;margin-top:83pt;width:165.6pt;height:50.4pt;z-index:251687936" o:allowincell="f" filled="f" stroked="f">
            <v:textbox>
              <w:txbxContent>
                <w:sdt>
                  <w:sdtPr>
                    <w:rPr>
                      <w:b/>
                    </w:rPr>
                    <w:id w:val="41459983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61" type="#_x0000_t202" style="position:absolute;margin-left:309.6pt;margin-top:83pt;width:165.6pt;height:50.4pt;z-index:251688960" o:allowincell="f" filled="f" stroked="f">
            <v:textbox style="mso-next-textbox:#_x0000_s1061">
              <w:txbxContent>
                <w:sdt>
                  <w:sdtPr>
                    <w:rPr>
                      <w:b/>
                    </w:rPr>
                    <w:id w:val="41459984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59" type="#_x0000_t202" style="position:absolute;margin-left:309.6pt;margin-top:11pt;width:165.6pt;height:50.4pt;z-index:251686912" o:allowincell="f" filled="f" stroked="f">
            <v:textbox style="mso-next-textbox:#_x0000_s1059">
              <w:txbxContent>
                <w:sdt>
                  <w:sdtPr>
                    <w:rPr>
                      <w:b/>
                    </w:rPr>
                    <w:id w:val="41459985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58" type="#_x0000_t202" style="position:absolute;margin-left:57.6pt;margin-top:11pt;width:165.6pt;height:50.4pt;z-index:251685888" o:allowincell="f" filled="f" stroked="f">
            <v:textbox style="mso-next-textbox:#_x0000_s1058">
              <w:txbxContent>
                <w:sdt>
                  <w:sdtPr>
                    <w:rPr>
                      <w:b/>
                    </w:rPr>
                    <w:id w:val="41459986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1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57" type="#_x0000_t202" style="position:absolute;left:0;text-align:left;margin-left:203.45pt;margin-top:169.8pt;width:133.95pt;height:141.35pt;z-index:251684864" o:allowincell="f" filled="f" stroked="f">
            <v:textbox style="mso-next-textbox:#_x0000_s1057">
              <w:txbxContent>
                <w:sdt>
                  <w:sdtPr>
                    <w:rPr>
                      <w:b/>
                      <w:bCs/>
                      <w:sz w:val="44"/>
                      <w:szCs w:val="44"/>
                    </w:rPr>
                    <w:id w:val="41459987"/>
                    <w:placeholder>
                      <w:docPart w:val="8EDEDB91820F45DEAA6F72C00F632DBB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Default="00821078" w:rsidP="0082107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21078">
                        <w:rPr>
                          <w:b/>
                          <w:bCs/>
                          <w:sz w:val="44"/>
                          <w:szCs w:val="44"/>
                        </w:rPr>
                        <w:t xml:space="preserve">WATAK 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RIANI &amp; RAKAN-RAKAN LAIN</w:t>
                      </w:r>
                    </w:p>
                  </w:sdtContent>
                </w:sdt>
                <w:p w:rsidR="00821078" w:rsidRDefault="00821078" w:rsidP="0082107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67" type="#_x0000_t202" style="position:absolute;left:0;text-align:left;margin-left:58.25pt;margin-top:90.9pt;width:165.6pt;height:50.4pt;z-index:251695104" o:allowincell="f" filled="f" stroked="f">
            <v:textbox>
              <w:txbxContent>
                <w:sdt>
                  <w:sdtPr>
                    <w:rPr>
                      <w:b/>
                    </w:rPr>
                    <w:id w:val="41459988"/>
                    <w:placeholder>
                      <w:docPart w:val="E7478306E03F452CA4516E1A38338FC3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66" type="#_x0000_t202" style="position:absolute;left:0;text-align:left;margin-left:308.85pt;margin-top:80.75pt;width:165.6pt;height:50.4pt;z-index:251694080" o:allowincell="f" filled="f" stroked="f">
            <v:textbox style="mso-next-textbox:#_x0000_s1066">
              <w:txbxContent>
                <w:sdt>
                  <w:sdtPr>
                    <w:rPr>
                      <w:b/>
                    </w:rPr>
                    <w:id w:val="41459989"/>
                    <w:placeholder>
                      <w:docPart w:val="D2FCF6ED199941278EB2F4128C8878D4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lang w:val="en-SG" w:eastAsia="en-SG"/>
        </w:rPr>
        <w:drawing>
          <wp:inline distT="0" distB="0" distL="0" distR="0">
            <wp:extent cx="5380355" cy="6145530"/>
            <wp:effectExtent l="19050" t="0" r="0" b="0"/>
            <wp:docPr id="3" name="Picture 1" descr="D_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spi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b/>
          <w:bCs/>
          <w:noProof/>
          <w:lang w:val="en-SG" w:eastAsia="en-SG"/>
        </w:rPr>
        <w:pict>
          <v:shape id="_x0000_s1069" type="#_x0000_t202" style="position:absolute;left:0;text-align:left;margin-left:56.1pt;margin-top:.3pt;width:165.6pt;height:50.4pt;z-index:251697152" o:allowincell="f" filled="f" stroked="f">
            <v:textbox>
              <w:txbxContent>
                <w:sdt>
                  <w:sdtPr>
                    <w:rPr>
                      <w:b/>
                    </w:rPr>
                    <w:id w:val="41459990"/>
                    <w:placeholder>
                      <w:docPart w:val="9927489DB5034820BD5B8C1BFEA9FC84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sz w:val="28"/>
          <w:szCs w:val="28"/>
          <w:lang w:val="en-SG" w:eastAsia="en-SG"/>
        </w:rPr>
        <w:pict>
          <v:shape id="_x0000_s1068" type="#_x0000_t202" style="position:absolute;left:0;text-align:left;margin-left:316.8pt;margin-top:.3pt;width:165.6pt;height:50.4pt;z-index:251696128" o:allowincell="f" filled="f" stroked="f">
            <v:textbox>
              <w:txbxContent>
                <w:sdt>
                  <w:sdtPr>
                    <w:rPr>
                      <w:b/>
                    </w:rPr>
                    <w:id w:val="41459991"/>
                    <w:placeholder>
                      <w:docPart w:val="B204FAE998ED422FA7A9FA0B9B58585D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right"/>
      </w:pPr>
    </w:p>
    <w:p w:rsidR="00821078" w:rsidRDefault="00821078" w:rsidP="00821078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821078" w:rsidRPr="000B6C8A" w:rsidTr="0017150E"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 _____________________</w:t>
            </w:r>
          </w:p>
        </w:tc>
        <w:tc>
          <w:tcPr>
            <w:tcW w:w="3672" w:type="dxa"/>
          </w:tcPr>
          <w:p w:rsidR="00821078" w:rsidRPr="000B6C8A" w:rsidRDefault="00821078" w:rsidP="00171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 ____________________</w:t>
            </w:r>
          </w:p>
        </w:tc>
      </w:tr>
    </w:tbl>
    <w:p w:rsidR="00821078" w:rsidRPr="000B6C8A" w:rsidRDefault="00821078" w:rsidP="00821078">
      <w:r>
        <w:rPr>
          <w:noProof/>
          <w:lang w:val="en-SG" w:eastAsia="en-SG"/>
        </w:rPr>
        <w:pict>
          <v:shape id="_x0000_s1084" type="#_x0000_t202" style="position:absolute;margin-left:113.2pt;margin-top:7.15pt;width:284.55pt;height:36pt;z-index:251713536;mso-position-horizontal-relative:text;mso-position-vertical-relative:text" stroked="f">
            <v:textbox style="mso-next-textbox:#_x0000_s1084">
              <w:txbxContent>
                <w:p w:rsidR="00821078" w:rsidRPr="001979AB" w:rsidRDefault="00821078" w:rsidP="00821078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78" type="#_x0000_t202" style="position:absolute;margin-left:57.6pt;margin-top:486.2pt;width:165.6pt;height:50.4pt;z-index:251707392" o:allowincell="f" filled="f" stroked="f">
            <v:textbox>
              <w:txbxContent>
                <w:sdt>
                  <w:sdtPr>
                    <w:rPr>
                      <w:b/>
                    </w:rPr>
                    <w:id w:val="41459992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756435" w:rsidRDefault="00821078" w:rsidP="00821078">
                      <w:pPr>
                        <w:rPr>
                          <w:b/>
                        </w:rPr>
                      </w:pPr>
                      <w:r w:rsidRPr="00756435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7" type="#_x0000_t202" style="position:absolute;margin-left:309.6pt;margin-top:414.2pt;width:165.6pt;height:50.4pt;z-index:251706368" o:allowincell="f" filled="f" stroked="f">
            <v:textbox>
              <w:txbxContent>
                <w:p w:rsidR="00821078" w:rsidRPr="000B6C8A" w:rsidRDefault="00821078" w:rsidP="00821078">
                  <w:pPr>
                    <w:rPr>
                      <w:b/>
                    </w:rPr>
                  </w:pPr>
                  <w:r w:rsidRPr="000B6C8A">
                    <w:rPr>
                      <w:b/>
                    </w:rPr>
                    <w:t>Perwatakan 4</w:t>
                  </w:r>
                </w:p>
              </w:txbxContent>
            </v:textbox>
          </v:shape>
        </w:pict>
      </w:r>
      <w:r w:rsidRPr="00271E4E">
        <w:rPr>
          <w:noProof/>
        </w:rPr>
        <w:pict>
          <v:shape id="_x0000_s1076" type="#_x0000_t202" style="position:absolute;margin-left:57.6pt;margin-top:414.2pt;width:165.6pt;height:50.4pt;z-index:251705344" o:allowincell="f" filled="f" stroked="f">
            <v:textbox>
              <w:txbxContent>
                <w:sdt>
                  <w:sdtPr>
                    <w:rPr>
                      <w:b/>
                    </w:rPr>
                    <w:id w:val="41459993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3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9" type="#_x0000_t202" style="position:absolute;margin-left:309.6pt;margin-top:486.2pt;width:165.6pt;height:50.4pt;z-index:251708416" o:allowincell="f" filled="f" stroked="f">
            <v:textbox>
              <w:txbxContent>
                <w:sdt>
                  <w:sdtPr>
                    <w:rPr>
                      <w:b/>
                    </w:rPr>
                    <w:id w:val="41459994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4" type="#_x0000_t202" style="position:absolute;margin-left:57.6pt;margin-top:83pt;width:165.6pt;height:50.4pt;z-index:251703296" o:allowincell="f" filled="f" stroked="f">
            <v:textbox>
              <w:txbxContent>
                <w:sdt>
                  <w:sdtPr>
                    <w:rPr>
                      <w:b/>
                    </w:rPr>
                    <w:id w:val="41459995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5" type="#_x0000_t202" style="position:absolute;margin-left:309.6pt;margin-top:83pt;width:165.6pt;height:50.4pt;z-index:251704320" o:allowincell="f" filled="f" stroked="f">
            <v:textbox style="mso-next-textbox:#_x0000_s1075">
              <w:txbxContent>
                <w:sdt>
                  <w:sdtPr>
                    <w:rPr>
                      <w:b/>
                    </w:rPr>
                    <w:id w:val="41459996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3" type="#_x0000_t202" style="position:absolute;margin-left:309.6pt;margin-top:11pt;width:165.6pt;height:50.4pt;z-index:251702272" o:allowincell="f" filled="f" stroked="f">
            <v:textbox style="mso-next-textbox:#_x0000_s1073">
              <w:txbxContent>
                <w:sdt>
                  <w:sdtPr>
                    <w:rPr>
                      <w:b/>
                    </w:rPr>
                    <w:id w:val="41459997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noProof/>
        </w:rPr>
        <w:pict>
          <v:shape id="_x0000_s1072" type="#_x0000_t202" style="position:absolute;margin-left:57.6pt;margin-top:11pt;width:165.6pt;height:50.4pt;z-index:251701248" o:allowincell="f" filled="f" stroked="f">
            <v:textbox style="mso-next-textbox:#_x0000_s1072">
              <w:txbxContent>
                <w:sdt>
                  <w:sdtPr>
                    <w:rPr>
                      <w:b/>
                    </w:rPr>
                    <w:id w:val="41459998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1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noProof/>
        </w:rPr>
        <w:pict>
          <v:shape id="_x0000_s1071" type="#_x0000_t202" style="position:absolute;left:0;text-align:left;margin-left:203.45pt;margin-top:163pt;width:133.95pt;height:157.3pt;z-index:251700224" o:allowincell="f" filled="f" stroked="f">
            <v:textbox style="mso-next-textbox:#_x0000_s1071">
              <w:txbxContent>
                <w:sdt>
                  <w:sdtPr>
                    <w:rPr>
                      <w:b/>
                      <w:bCs/>
                      <w:sz w:val="44"/>
                      <w:szCs w:val="44"/>
                    </w:rPr>
                    <w:id w:val="41459999"/>
                    <w:placeholder>
                      <w:docPart w:val="156408D2B33E47528EBF8638ADD104B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Default="00821078" w:rsidP="0082107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21078">
                        <w:rPr>
                          <w:b/>
                          <w:bCs/>
                          <w:sz w:val="44"/>
                          <w:szCs w:val="44"/>
                        </w:rPr>
                        <w:t xml:space="preserve">WATAK 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NENEK MULIATI &amp; SUAMI CIKGU BALQIS</w:t>
                      </w:r>
                    </w:p>
                  </w:sdtContent>
                </w:sdt>
                <w:p w:rsidR="00821078" w:rsidRDefault="00821078" w:rsidP="0082107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81" type="#_x0000_t202" style="position:absolute;left:0;text-align:left;margin-left:58.25pt;margin-top:90.9pt;width:165.6pt;height:50.4pt;z-index:251710464" o:allowincell="f" filled="f" stroked="f">
            <v:textbox>
              <w:txbxContent>
                <w:sdt>
                  <w:sdtPr>
                    <w:rPr>
                      <w:b/>
                    </w:rPr>
                    <w:id w:val="41460000"/>
                    <w:placeholder>
                      <w:docPart w:val="05348CADE665430E8269E6F79F4AEE80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Pr="00271E4E">
        <w:rPr>
          <w:b/>
          <w:bCs/>
          <w:noProof/>
          <w:lang w:val="en-SG" w:eastAsia="en-SG"/>
        </w:rPr>
        <w:pict>
          <v:shape id="_x0000_s1080" type="#_x0000_t202" style="position:absolute;left:0;text-align:left;margin-left:308.85pt;margin-top:80.75pt;width:165.6pt;height:50.4pt;z-index:251709440" o:allowincell="f" filled="f" stroked="f">
            <v:textbox style="mso-next-textbox:#_x0000_s1080">
              <w:txbxContent>
                <w:sdt>
                  <w:sdtPr>
                    <w:rPr>
                      <w:b/>
                    </w:rPr>
                    <w:id w:val="41460001"/>
                    <w:placeholder>
                      <w:docPart w:val="EAF7266994F84F838022416F836DC877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lang w:val="en-SG" w:eastAsia="en-SG"/>
        </w:rPr>
        <w:drawing>
          <wp:inline distT="0" distB="0" distL="0" distR="0">
            <wp:extent cx="5380355" cy="6145530"/>
            <wp:effectExtent l="19050" t="0" r="0" b="0"/>
            <wp:docPr id="4" name="Picture 1" descr="D_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spi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  <w:r w:rsidRPr="00271E4E">
        <w:rPr>
          <w:b/>
          <w:bCs/>
          <w:noProof/>
          <w:lang w:val="en-SG" w:eastAsia="en-SG"/>
        </w:rPr>
        <w:pict>
          <v:shape id="_x0000_s1083" type="#_x0000_t202" style="position:absolute;left:0;text-align:left;margin-left:56.1pt;margin-top:.3pt;width:165.6pt;height:50.4pt;z-index:251712512" o:allowincell="f" filled="f" stroked="f">
            <v:textbox>
              <w:txbxContent>
                <w:sdt>
                  <w:sdtPr>
                    <w:rPr>
                      <w:b/>
                    </w:rPr>
                    <w:id w:val="41460002"/>
                    <w:placeholder>
                      <w:docPart w:val="481B9322A3984A40B4ECE9BA798D9B12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sz w:val="28"/>
          <w:szCs w:val="28"/>
          <w:lang w:val="en-SG" w:eastAsia="en-SG"/>
        </w:rPr>
        <w:pict>
          <v:shape id="_x0000_s1082" type="#_x0000_t202" style="position:absolute;left:0;text-align:left;margin-left:316.8pt;margin-top:.3pt;width:165.6pt;height:50.4pt;z-index:251711488" o:allowincell="f" filled="f" stroked="f">
            <v:textbox>
              <w:txbxContent>
                <w:sdt>
                  <w:sdtPr>
                    <w:rPr>
                      <w:b/>
                    </w:rPr>
                    <w:id w:val="41460003"/>
                    <w:placeholder>
                      <w:docPart w:val="0423104DF0EA47E3AB93832DDBE8D8A3"/>
                    </w:placeholder>
                    <w:comboBox>
                      <w:listItem w:value="Choose an item."/>
                    </w:comboBox>
                  </w:sdtPr>
                  <w:sdtContent>
                    <w:p w:rsidR="00821078" w:rsidRPr="000B6C8A" w:rsidRDefault="00821078" w:rsidP="00821078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821078" w:rsidRDefault="00821078" w:rsidP="00821078">
      <w:pPr>
        <w:jc w:val="center"/>
        <w:rPr>
          <w:b/>
          <w:bCs/>
          <w:sz w:val="28"/>
          <w:szCs w:val="28"/>
        </w:rPr>
      </w:pPr>
    </w:p>
    <w:p w:rsidR="00FA0F37" w:rsidRDefault="00FA0F37" w:rsidP="00821078"/>
    <w:sectPr w:rsidR="00FA0F37" w:rsidSect="00FA0F3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E1C" w:rsidRDefault="008F7E1C" w:rsidP="000B6C8A">
      <w:r>
        <w:separator/>
      </w:r>
    </w:p>
  </w:endnote>
  <w:endnote w:type="continuationSeparator" w:id="0">
    <w:p w:rsidR="008F7E1C" w:rsidRDefault="008F7E1C" w:rsidP="000B6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1892"/>
      <w:docPartObj>
        <w:docPartGallery w:val="Page Numbers (Bottom of Page)"/>
        <w:docPartUnique/>
      </w:docPartObj>
    </w:sdtPr>
    <w:sdtContent>
      <w:p w:rsidR="000B6C8A" w:rsidRDefault="00271E4E">
        <w:pPr>
          <w:pStyle w:val="Footer"/>
          <w:jc w:val="right"/>
        </w:pPr>
        <w:fldSimple w:instr=" PAGE   \* MERGEFORMAT ">
          <w:r w:rsidR="008F7E1C">
            <w:rPr>
              <w:noProof/>
            </w:rPr>
            <w:t>1</w:t>
          </w:r>
        </w:fldSimple>
      </w:p>
    </w:sdtContent>
  </w:sdt>
  <w:p w:rsidR="000B6C8A" w:rsidRDefault="000B6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E1C" w:rsidRDefault="008F7E1C" w:rsidP="000B6C8A">
      <w:r>
        <w:separator/>
      </w:r>
    </w:p>
  </w:footnote>
  <w:footnote w:type="continuationSeparator" w:id="0">
    <w:p w:rsidR="008F7E1C" w:rsidRDefault="008F7E1C" w:rsidP="000B6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A" w:rsidRDefault="000B6C8A">
    <w:pPr>
      <w:pStyle w:val="Header"/>
    </w:pPr>
    <w:r>
      <w:t>A3D</w:t>
    </w:r>
    <w:r>
      <w:ptab w:relativeTo="margin" w:alignment="center" w:leader="none"/>
    </w:r>
    <w:r>
      <w:ptab w:relativeTo="margin" w:alignment="right" w:leader="none"/>
    </w:r>
    <w:r w:rsidR="00821078">
      <w:t>Lembaran Kerja 4</w:t>
    </w:r>
    <w:r>
      <w:t xml:space="preserve"> – Watak &amp; Perwatakan</w:t>
    </w:r>
    <w:r w:rsidR="00821078">
      <w:t xml:space="preserve"> (Lintasan Galeri)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/>
  <w:rsids>
    <w:rsidRoot w:val="000B6C8A"/>
    <w:rsid w:val="000B6C8A"/>
    <w:rsid w:val="001979AB"/>
    <w:rsid w:val="00271E4E"/>
    <w:rsid w:val="00597DC1"/>
    <w:rsid w:val="006A7A5A"/>
    <w:rsid w:val="00756435"/>
    <w:rsid w:val="00821078"/>
    <w:rsid w:val="00832305"/>
    <w:rsid w:val="008F7E1C"/>
    <w:rsid w:val="00F52186"/>
    <w:rsid w:val="00FA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F37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FA0F37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C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7DC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0B6C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C8A"/>
  </w:style>
  <w:style w:type="paragraph" w:styleId="Footer">
    <w:name w:val="footer"/>
    <w:basedOn w:val="Normal"/>
    <w:link w:val="FooterChar"/>
    <w:uiPriority w:val="99"/>
    <w:unhideWhenUsed/>
    <w:rsid w:val="000B6C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C8A"/>
  </w:style>
  <w:style w:type="table" w:styleId="TableGrid">
    <w:name w:val="Table Grid"/>
    <w:basedOn w:val="TableNormal"/>
    <w:uiPriority w:val="59"/>
    <w:rsid w:val="000B6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dWorld_SpiderMa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E08CEFAB1942A69614E18BCA956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DAF87-1597-4F61-96AF-C091C33082E5}"/>
      </w:docPartPr>
      <w:docPartBody>
        <w:p w:rsidR="00F661BA" w:rsidRDefault="00DC781B">
          <w:pPr>
            <w:pStyle w:val="FCE08CEFAB1942A69614E18BCA9561A3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0609C13094F84954BAA04AF7DA480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EFC3B-BD07-4637-A9F2-028522DE8377}"/>
      </w:docPartPr>
      <w:docPartBody>
        <w:p w:rsidR="00F661BA" w:rsidRDefault="00F84E38" w:rsidP="00F84E38">
          <w:pPr>
            <w:pStyle w:val="0609C13094F84954BAA04AF7DA480973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5C667D348AF74BE499BDCE472F395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FCACD-76F5-46F5-8C38-1A7504FCB340}"/>
      </w:docPartPr>
      <w:docPartBody>
        <w:p w:rsidR="00F661BA" w:rsidRDefault="00F84E38" w:rsidP="00F84E38">
          <w:pPr>
            <w:pStyle w:val="5C667D348AF74BE499BDCE472F3959BD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A17D1318F4904BFCA2878A88C9698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AE2BA-DCA1-4EAF-95AC-2A5206D51146}"/>
      </w:docPartPr>
      <w:docPartBody>
        <w:p w:rsidR="00F661BA" w:rsidRDefault="00F84E38" w:rsidP="00F84E38">
          <w:pPr>
            <w:pStyle w:val="A17D1318F4904BFCA2878A88C9698698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6C21EC43EDC840A0908B2E7BE767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1EE68-A456-4BF3-BADC-C87A22492134}"/>
      </w:docPartPr>
      <w:docPartBody>
        <w:p w:rsidR="00F661BA" w:rsidRDefault="00F84E38" w:rsidP="00F84E38">
          <w:pPr>
            <w:pStyle w:val="6C21EC43EDC840A0908B2E7BE7670B62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AEF306BFAF3E45AFA3AB705DE5573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2FC61-FCC2-4C5F-BE43-2ABD01CD00DF}"/>
      </w:docPartPr>
      <w:docPartBody>
        <w:p w:rsidR="00000000" w:rsidRDefault="00F661BA" w:rsidP="00F661BA">
          <w:pPr>
            <w:pStyle w:val="AEF306BFAF3E45AFA3AB705DE55738AA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E58FB2FC8B6E4C23BF240C19FD70B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43F23-B4AD-4B2C-8F48-87B5337C04D1}"/>
      </w:docPartPr>
      <w:docPartBody>
        <w:p w:rsidR="00000000" w:rsidRDefault="00F661BA" w:rsidP="00F661BA">
          <w:pPr>
            <w:pStyle w:val="E58FB2FC8B6E4C23BF240C19FD70BD7A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2381A76807FA4E3D9FBCC28106C48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48750-04DD-4A93-B75E-B2A24421A11C}"/>
      </w:docPartPr>
      <w:docPartBody>
        <w:p w:rsidR="00000000" w:rsidRDefault="00F661BA" w:rsidP="00F661BA">
          <w:pPr>
            <w:pStyle w:val="2381A76807FA4E3D9FBCC28106C484C9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511378023D7741D2AE96E45038CAB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FF304-1F7A-4C76-BE77-DF0A40F503F2}"/>
      </w:docPartPr>
      <w:docPartBody>
        <w:p w:rsidR="00000000" w:rsidRDefault="00F661BA" w:rsidP="00F661BA">
          <w:pPr>
            <w:pStyle w:val="511378023D7741D2AE96E45038CABAEA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6E4F490140944A96A6A0EDD42FE8D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3C347-5B5E-4DC5-895D-90F27738A3BA}"/>
      </w:docPartPr>
      <w:docPartBody>
        <w:p w:rsidR="00000000" w:rsidRDefault="00F661BA" w:rsidP="00F661BA">
          <w:pPr>
            <w:pStyle w:val="6E4F490140944A96A6A0EDD42FE8DF99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8EDEDB91820F45DEAA6F72C00F632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7E1D0-31C8-4EA0-947F-80E343B62FB8}"/>
      </w:docPartPr>
      <w:docPartBody>
        <w:p w:rsidR="00000000" w:rsidRDefault="00F661BA" w:rsidP="00F661BA">
          <w:pPr>
            <w:pStyle w:val="8EDEDB91820F45DEAA6F72C00F632DBB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E7478306E03F452CA4516E1A38338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CBEC4-57A7-4623-A73B-3509DA8A7075}"/>
      </w:docPartPr>
      <w:docPartBody>
        <w:p w:rsidR="00000000" w:rsidRDefault="00F661BA" w:rsidP="00F661BA">
          <w:pPr>
            <w:pStyle w:val="E7478306E03F452CA4516E1A38338FC3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D2FCF6ED199941278EB2F4128C887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28D65-1727-42D4-AE1F-8174B9BB28D5}"/>
      </w:docPartPr>
      <w:docPartBody>
        <w:p w:rsidR="00000000" w:rsidRDefault="00F661BA" w:rsidP="00F661BA">
          <w:pPr>
            <w:pStyle w:val="D2FCF6ED199941278EB2F4128C8878D4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9927489DB5034820BD5B8C1BFEA9F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6FFF1-8F07-41A4-AAFB-297DAC14C0ED}"/>
      </w:docPartPr>
      <w:docPartBody>
        <w:p w:rsidR="00000000" w:rsidRDefault="00F661BA" w:rsidP="00F661BA">
          <w:pPr>
            <w:pStyle w:val="9927489DB5034820BD5B8C1BFEA9FC84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B204FAE998ED422FA7A9FA0B9B585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96947-755C-443F-806F-ACC3F4E16269}"/>
      </w:docPartPr>
      <w:docPartBody>
        <w:p w:rsidR="00000000" w:rsidRDefault="00F661BA" w:rsidP="00F661BA">
          <w:pPr>
            <w:pStyle w:val="B204FAE998ED422FA7A9FA0B9B58585D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156408D2B33E47528EBF8638ADD10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22079-ABD8-40AC-A856-124168DC86FB}"/>
      </w:docPartPr>
      <w:docPartBody>
        <w:p w:rsidR="00000000" w:rsidRDefault="00F661BA" w:rsidP="00F661BA">
          <w:pPr>
            <w:pStyle w:val="156408D2B33E47528EBF8638ADD104B7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05348CADE665430E8269E6F79F4AE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61F38-A0E5-4DE2-A526-5D3687D21C57}"/>
      </w:docPartPr>
      <w:docPartBody>
        <w:p w:rsidR="00000000" w:rsidRDefault="00F661BA" w:rsidP="00F661BA">
          <w:pPr>
            <w:pStyle w:val="05348CADE665430E8269E6F79F4AEE80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EAF7266994F84F838022416F836DC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685DE-4BFB-48B1-8A53-F9CB3E0D5DE5}"/>
      </w:docPartPr>
      <w:docPartBody>
        <w:p w:rsidR="00000000" w:rsidRDefault="00F661BA" w:rsidP="00F661BA">
          <w:pPr>
            <w:pStyle w:val="EAF7266994F84F838022416F836DC877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481B9322A3984A40B4ECE9BA798D9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D38A9-7618-49F7-A7B4-743D8EF020C5}"/>
      </w:docPartPr>
      <w:docPartBody>
        <w:p w:rsidR="00000000" w:rsidRDefault="00F661BA" w:rsidP="00F661BA">
          <w:pPr>
            <w:pStyle w:val="481B9322A3984A40B4ECE9BA798D9B12"/>
          </w:pPr>
          <w:r w:rsidRPr="00BD7F6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84E38"/>
    <w:rsid w:val="00DC781B"/>
    <w:rsid w:val="00F661BA"/>
    <w:rsid w:val="00F8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61BA"/>
    <w:rPr>
      <w:color w:val="808080"/>
    </w:rPr>
  </w:style>
  <w:style w:type="paragraph" w:customStyle="1" w:styleId="FCE08CEFAB1942A69614E18BCA9561A3">
    <w:name w:val="FCE08CEFAB1942A69614E18BCA9561A3"/>
    <w:rsid w:val="00F661BA"/>
  </w:style>
  <w:style w:type="paragraph" w:customStyle="1" w:styleId="0609C13094F84954BAA04AF7DA480973">
    <w:name w:val="0609C13094F84954BAA04AF7DA480973"/>
    <w:rsid w:val="00F84E38"/>
  </w:style>
  <w:style w:type="paragraph" w:customStyle="1" w:styleId="5C667D348AF74BE499BDCE472F3959BD">
    <w:name w:val="5C667D348AF74BE499BDCE472F3959BD"/>
    <w:rsid w:val="00F84E38"/>
  </w:style>
  <w:style w:type="paragraph" w:customStyle="1" w:styleId="A17D1318F4904BFCA2878A88C9698698">
    <w:name w:val="A17D1318F4904BFCA2878A88C9698698"/>
    <w:rsid w:val="00F84E38"/>
  </w:style>
  <w:style w:type="paragraph" w:customStyle="1" w:styleId="6C21EC43EDC840A0908B2E7BE7670B62">
    <w:name w:val="6C21EC43EDC840A0908B2E7BE7670B62"/>
    <w:rsid w:val="00F84E38"/>
  </w:style>
  <w:style w:type="paragraph" w:customStyle="1" w:styleId="B175E1125C0F45BF8B57FB87AD3BA0FF">
    <w:name w:val="B175E1125C0F45BF8B57FB87AD3BA0FF"/>
    <w:rsid w:val="00F84E38"/>
  </w:style>
  <w:style w:type="paragraph" w:customStyle="1" w:styleId="2CA94BE323F84B658E6B5728830ED2B8">
    <w:name w:val="2CA94BE323F84B658E6B5728830ED2B8"/>
    <w:rsid w:val="00F84E38"/>
  </w:style>
  <w:style w:type="paragraph" w:customStyle="1" w:styleId="CC566AC8C5BC41069C91407F8370FEE3">
    <w:name w:val="CC566AC8C5BC41069C91407F8370FEE3"/>
    <w:rsid w:val="00F84E38"/>
  </w:style>
  <w:style w:type="paragraph" w:customStyle="1" w:styleId="AEF306BFAF3E45AFA3AB705DE55738AA">
    <w:name w:val="AEF306BFAF3E45AFA3AB705DE55738AA"/>
    <w:rsid w:val="00F661BA"/>
  </w:style>
  <w:style w:type="paragraph" w:customStyle="1" w:styleId="E58FB2FC8B6E4C23BF240C19FD70BD7A">
    <w:name w:val="E58FB2FC8B6E4C23BF240C19FD70BD7A"/>
    <w:rsid w:val="00F661BA"/>
  </w:style>
  <w:style w:type="paragraph" w:customStyle="1" w:styleId="2381A76807FA4E3D9FBCC28106C484C9">
    <w:name w:val="2381A76807FA4E3D9FBCC28106C484C9"/>
    <w:rsid w:val="00F661BA"/>
  </w:style>
  <w:style w:type="paragraph" w:customStyle="1" w:styleId="511378023D7741D2AE96E45038CABAEA">
    <w:name w:val="511378023D7741D2AE96E45038CABAEA"/>
    <w:rsid w:val="00F661BA"/>
  </w:style>
  <w:style w:type="paragraph" w:customStyle="1" w:styleId="6E4F490140944A96A6A0EDD42FE8DF99">
    <w:name w:val="6E4F490140944A96A6A0EDD42FE8DF99"/>
    <w:rsid w:val="00F661BA"/>
  </w:style>
  <w:style w:type="paragraph" w:customStyle="1" w:styleId="8EDEDB91820F45DEAA6F72C00F632DBB">
    <w:name w:val="8EDEDB91820F45DEAA6F72C00F632DBB"/>
    <w:rsid w:val="00F661BA"/>
  </w:style>
  <w:style w:type="paragraph" w:customStyle="1" w:styleId="E7478306E03F452CA4516E1A38338FC3">
    <w:name w:val="E7478306E03F452CA4516E1A38338FC3"/>
    <w:rsid w:val="00F661BA"/>
  </w:style>
  <w:style w:type="paragraph" w:customStyle="1" w:styleId="D2FCF6ED199941278EB2F4128C8878D4">
    <w:name w:val="D2FCF6ED199941278EB2F4128C8878D4"/>
    <w:rsid w:val="00F661BA"/>
  </w:style>
  <w:style w:type="paragraph" w:customStyle="1" w:styleId="9927489DB5034820BD5B8C1BFEA9FC84">
    <w:name w:val="9927489DB5034820BD5B8C1BFEA9FC84"/>
    <w:rsid w:val="00F661BA"/>
  </w:style>
  <w:style w:type="paragraph" w:customStyle="1" w:styleId="B204FAE998ED422FA7A9FA0B9B58585D">
    <w:name w:val="B204FAE998ED422FA7A9FA0B9B58585D"/>
    <w:rsid w:val="00F661BA"/>
  </w:style>
  <w:style w:type="paragraph" w:customStyle="1" w:styleId="156408D2B33E47528EBF8638ADD104B7">
    <w:name w:val="156408D2B33E47528EBF8638ADD104B7"/>
    <w:rsid w:val="00F661BA"/>
  </w:style>
  <w:style w:type="paragraph" w:customStyle="1" w:styleId="05348CADE665430E8269E6F79F4AEE80">
    <w:name w:val="05348CADE665430E8269E6F79F4AEE80"/>
    <w:rsid w:val="00F661BA"/>
  </w:style>
  <w:style w:type="paragraph" w:customStyle="1" w:styleId="EAF7266994F84F838022416F836DC877">
    <w:name w:val="EAF7266994F84F838022416F836DC877"/>
    <w:rsid w:val="00F661BA"/>
  </w:style>
  <w:style w:type="paragraph" w:customStyle="1" w:styleId="481B9322A3984A40B4ECE9BA798D9B12">
    <w:name w:val="481B9322A3984A40B4ECE9BA798D9B12"/>
    <w:rsid w:val="00F661BA"/>
  </w:style>
  <w:style w:type="paragraph" w:customStyle="1" w:styleId="0423104DF0EA47E3AB93832DDBE8D8A3">
    <w:name w:val="0423104DF0EA47E3AB93832DDBE8D8A3"/>
    <w:rsid w:val="00F661B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858A7A-4DC4-4759-8E68-90BDAAC84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EdWorld_SpiderMap</Template>
  <TotalTime>4</TotalTime>
  <Pages>4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456</CharactersWithSpaces>
  <SharedDoc>false</SharedDoc>
  <HLinks>
    <vt:vector size="12" baseType="variant">
      <vt:variant>
        <vt:i4>3407941</vt:i4>
      </vt:variant>
      <vt:variant>
        <vt:i4>1040</vt:i4>
      </vt:variant>
      <vt:variant>
        <vt:i4>1025</vt:i4>
      </vt:variant>
      <vt:variant>
        <vt:i4>1</vt:i4>
      </vt:variant>
      <vt:variant>
        <vt:lpwstr>D_spider.jpg</vt:lpwstr>
      </vt:variant>
      <vt:variant>
        <vt:lpwstr/>
      </vt:variant>
      <vt:variant>
        <vt:i4>852053</vt:i4>
      </vt:variant>
      <vt:variant>
        <vt:i4>1046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2012-02-09T13:43:00Z</dcterms:created>
  <dcterms:modified xsi:type="dcterms:W3CDTF">2012-02-09T13:43:00Z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TC018878909991</vt:lpwstr>
  </property>
</Properties>
</file>